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DD99A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61019C1F" w14:textId="77777777" w:rsidR="00411592" w:rsidRDefault="00411592" w:rsidP="00411592">
      <w:pPr>
        <w:spacing w:line="276" w:lineRule="auto"/>
      </w:pPr>
    </w:p>
    <w:p w14:paraId="15CF2D6D" w14:textId="77777777" w:rsidR="00411592" w:rsidRPr="00411592" w:rsidRDefault="002F5BDE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Quantum Number Homework</w:t>
      </w:r>
    </w:p>
    <w:p w14:paraId="480E721C" w14:textId="77777777" w:rsidR="00411592" w:rsidRDefault="00411592" w:rsidP="00411592">
      <w:pPr>
        <w:spacing w:line="276" w:lineRule="auto"/>
      </w:pPr>
    </w:p>
    <w:p w14:paraId="6D3C68E5" w14:textId="77777777" w:rsidR="002F5BDE" w:rsidRDefault="002F5BDE" w:rsidP="002F5BDE">
      <w:pPr>
        <w:pStyle w:val="ListParagraph"/>
        <w:numPr>
          <w:ilvl w:val="0"/>
          <w:numId w:val="4"/>
        </w:numPr>
      </w:pPr>
      <w:r>
        <w:t xml:space="preserve">Circle </w:t>
      </w:r>
      <w:proofErr w:type="gramStart"/>
      <w:r>
        <w:t>all of</w:t>
      </w:r>
      <w:proofErr w:type="gramEnd"/>
      <w:r>
        <w:t xml:space="preserve"> the following orbital destinations that are theoretically possible.</w:t>
      </w:r>
    </w:p>
    <w:p w14:paraId="41911965" w14:textId="77777777" w:rsidR="002F5BDE" w:rsidRDefault="002F5BDE" w:rsidP="002F5BDE">
      <w:pPr>
        <w:pStyle w:val="ListParagraph"/>
        <w:numPr>
          <w:ilvl w:val="1"/>
          <w:numId w:val="4"/>
        </w:numPr>
        <w:sectPr w:rsidR="002F5BDE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7688096F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lastRenderedPageBreak/>
        <w:t xml:space="preserve">7s </w:t>
      </w:r>
    </w:p>
    <w:p w14:paraId="5BDEEE0B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t>1p</w:t>
      </w:r>
    </w:p>
    <w:p w14:paraId="125F0C9E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t>5d</w:t>
      </w:r>
    </w:p>
    <w:p w14:paraId="6373BD19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lastRenderedPageBreak/>
        <w:t>2d</w:t>
      </w:r>
    </w:p>
    <w:p w14:paraId="6A2A4EA8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t>4f</w:t>
      </w:r>
    </w:p>
    <w:p w14:paraId="7418766B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t>5g</w:t>
      </w:r>
    </w:p>
    <w:p w14:paraId="6983DC95" w14:textId="77777777" w:rsidR="002F5BDE" w:rsidRDefault="002F5BDE" w:rsidP="002F5BDE">
      <w:pPr>
        <w:pStyle w:val="ListParagraph"/>
        <w:numPr>
          <w:ilvl w:val="1"/>
          <w:numId w:val="4"/>
        </w:numPr>
      </w:pPr>
      <w:r>
        <w:lastRenderedPageBreak/>
        <w:t>6i</w:t>
      </w:r>
    </w:p>
    <w:p w14:paraId="02B227C2" w14:textId="77777777" w:rsidR="002F5BDE" w:rsidRDefault="002F5BDE" w:rsidP="002F5BDE">
      <w:pPr>
        <w:sectPr w:rsidR="002F5BDE" w:rsidSect="002F5BDE">
          <w:type w:val="continuous"/>
          <w:pgSz w:w="12240" w:h="15840"/>
          <w:pgMar w:top="720" w:right="1080" w:bottom="1080" w:left="1080" w:header="720" w:footer="720" w:gutter="0"/>
          <w:cols w:num="3" w:space="720"/>
          <w:docGrid w:linePitch="360"/>
        </w:sectPr>
      </w:pPr>
    </w:p>
    <w:p w14:paraId="07ABF8F9" w14:textId="77777777" w:rsidR="002F5BDE" w:rsidRDefault="002F5BDE" w:rsidP="002F5BDE"/>
    <w:p w14:paraId="6B7B247A" w14:textId="77777777" w:rsidR="002F5BDE" w:rsidRDefault="002F5BDE" w:rsidP="002F5BDE"/>
    <w:p w14:paraId="6E3339BE" w14:textId="77777777" w:rsidR="002F5BDE" w:rsidRDefault="002F5BDE" w:rsidP="002F5BDE">
      <w:pPr>
        <w:numPr>
          <w:ilvl w:val="0"/>
          <w:numId w:val="4"/>
        </w:numPr>
      </w:pPr>
      <w:r>
        <w:t>Explain why the following ground-state electron configurations are not possible:</w:t>
      </w:r>
    </w:p>
    <w:p w14:paraId="3E3B326C" w14:textId="77777777" w:rsidR="002F5BDE" w:rsidRDefault="002F5BDE" w:rsidP="002F5BDE">
      <w:pPr>
        <w:ind w:left="1440"/>
      </w:pPr>
    </w:p>
    <w:p w14:paraId="000A3194" w14:textId="77777777" w:rsidR="002F5BDE" w:rsidRDefault="002F5BDE" w:rsidP="002F5BDE">
      <w:pPr>
        <w:numPr>
          <w:ilvl w:val="1"/>
          <w:numId w:val="4"/>
        </w:numPr>
      </w:pPr>
      <w:r>
        <w:t>1s</w:t>
      </w:r>
      <w:r w:rsidRPr="002F5BDE">
        <w:rPr>
          <w:vertAlign w:val="superscript"/>
        </w:rPr>
        <w:t>2</w:t>
      </w:r>
      <w:r>
        <w:t>2s</w:t>
      </w:r>
      <w:r w:rsidRPr="002F5BDE">
        <w:rPr>
          <w:vertAlign w:val="superscript"/>
        </w:rPr>
        <w:t>3</w:t>
      </w:r>
      <w:r>
        <w:t>2p</w:t>
      </w:r>
      <w:r w:rsidRPr="002F5BDE">
        <w:rPr>
          <w:vertAlign w:val="superscript"/>
        </w:rPr>
        <w:t>3</w:t>
      </w:r>
    </w:p>
    <w:p w14:paraId="221CB42A" w14:textId="77777777" w:rsidR="002F5BDE" w:rsidRDefault="002F5BDE" w:rsidP="002F5BDE"/>
    <w:p w14:paraId="423867FB" w14:textId="77777777" w:rsidR="002F5BDE" w:rsidRDefault="002F5BDE" w:rsidP="002F5BDE"/>
    <w:p w14:paraId="08F9DC8E" w14:textId="77777777" w:rsidR="002F5BDE" w:rsidRDefault="002F5BDE" w:rsidP="002F5BDE"/>
    <w:p w14:paraId="748EFB4A" w14:textId="77777777" w:rsidR="002F5BDE" w:rsidRPr="002F5BDE" w:rsidRDefault="002F5BDE" w:rsidP="002F5BDE">
      <w:pPr>
        <w:numPr>
          <w:ilvl w:val="1"/>
          <w:numId w:val="4"/>
        </w:numPr>
      </w:pPr>
      <w:r>
        <w:t>1s</w:t>
      </w:r>
      <w:r w:rsidRPr="002F5BDE">
        <w:rPr>
          <w:vertAlign w:val="superscript"/>
        </w:rPr>
        <w:t>2</w:t>
      </w:r>
      <w:r>
        <w:t>2s</w:t>
      </w:r>
      <w:r w:rsidRPr="002F5BDE">
        <w:rPr>
          <w:vertAlign w:val="superscript"/>
        </w:rPr>
        <w:t>2</w:t>
      </w:r>
      <w:r>
        <w:t>2p</w:t>
      </w:r>
      <w:r w:rsidRPr="002F5BDE">
        <w:rPr>
          <w:vertAlign w:val="superscript"/>
        </w:rPr>
        <w:t>3</w:t>
      </w:r>
      <w:r>
        <w:t>3s</w:t>
      </w:r>
      <w:r w:rsidRPr="002F5BDE">
        <w:rPr>
          <w:vertAlign w:val="superscript"/>
        </w:rPr>
        <w:t>6</w:t>
      </w:r>
    </w:p>
    <w:p w14:paraId="2C4B3F91" w14:textId="77777777" w:rsidR="002F5BDE" w:rsidRDefault="002F5BDE" w:rsidP="002F5BDE">
      <w:pPr>
        <w:rPr>
          <w:vertAlign w:val="superscript"/>
        </w:rPr>
      </w:pPr>
    </w:p>
    <w:p w14:paraId="5DD276EA" w14:textId="77777777" w:rsidR="002F5BDE" w:rsidRDefault="002F5BDE" w:rsidP="002F5BDE">
      <w:pPr>
        <w:rPr>
          <w:vertAlign w:val="superscript"/>
        </w:rPr>
      </w:pPr>
    </w:p>
    <w:p w14:paraId="6E28D5A8" w14:textId="77777777" w:rsidR="002F5BDE" w:rsidRDefault="002F5BDE" w:rsidP="002F5BDE"/>
    <w:p w14:paraId="2F998864" w14:textId="77777777" w:rsidR="002F5BDE" w:rsidRPr="002F5BDE" w:rsidRDefault="002F5BDE" w:rsidP="002F5BDE">
      <w:pPr>
        <w:numPr>
          <w:ilvl w:val="1"/>
          <w:numId w:val="4"/>
        </w:numPr>
      </w:pPr>
      <w:r>
        <w:t>1s</w:t>
      </w:r>
      <w:r w:rsidRPr="002F5BDE">
        <w:rPr>
          <w:vertAlign w:val="superscript"/>
        </w:rPr>
        <w:t>2</w:t>
      </w:r>
      <w:r>
        <w:t>2s</w:t>
      </w:r>
      <w:r w:rsidRPr="002F5BDE">
        <w:rPr>
          <w:vertAlign w:val="superscript"/>
        </w:rPr>
        <w:t>2</w:t>
      </w:r>
      <w:r>
        <w:t>2p</w:t>
      </w:r>
      <w:r w:rsidRPr="002F5BDE">
        <w:rPr>
          <w:vertAlign w:val="superscript"/>
        </w:rPr>
        <w:t>7</w:t>
      </w:r>
      <w:r>
        <w:t>3s</w:t>
      </w:r>
      <w:r w:rsidRPr="002F5BDE">
        <w:rPr>
          <w:vertAlign w:val="superscript"/>
        </w:rPr>
        <w:t>2</w:t>
      </w:r>
      <w:r>
        <w:t>3p</w:t>
      </w:r>
      <w:r w:rsidRPr="002F5BDE">
        <w:rPr>
          <w:vertAlign w:val="superscript"/>
        </w:rPr>
        <w:t>8</w:t>
      </w:r>
    </w:p>
    <w:p w14:paraId="30122FA2" w14:textId="77777777" w:rsidR="002F5BDE" w:rsidRDefault="002F5BDE" w:rsidP="002F5BDE">
      <w:pPr>
        <w:rPr>
          <w:vertAlign w:val="superscript"/>
        </w:rPr>
      </w:pPr>
    </w:p>
    <w:p w14:paraId="44BA2262" w14:textId="77777777" w:rsidR="002F5BDE" w:rsidRDefault="002F5BDE" w:rsidP="002F5BDE">
      <w:pPr>
        <w:rPr>
          <w:vertAlign w:val="superscript"/>
        </w:rPr>
      </w:pPr>
    </w:p>
    <w:p w14:paraId="33C5DCD9" w14:textId="77777777" w:rsidR="002F5BDE" w:rsidRDefault="002F5BDE" w:rsidP="002F5BDE"/>
    <w:p w14:paraId="48B6431A" w14:textId="77777777" w:rsidR="002F5BDE" w:rsidRDefault="002F5BDE" w:rsidP="002F5BDE">
      <w:pPr>
        <w:numPr>
          <w:ilvl w:val="1"/>
          <w:numId w:val="4"/>
        </w:numPr>
      </w:pPr>
      <w:r>
        <w:t>1s</w:t>
      </w:r>
      <w:r w:rsidRPr="002F5BDE">
        <w:rPr>
          <w:vertAlign w:val="superscript"/>
        </w:rPr>
        <w:t>2</w:t>
      </w:r>
      <w:r>
        <w:t>2s</w:t>
      </w:r>
      <w:r w:rsidRPr="002F5BDE">
        <w:rPr>
          <w:vertAlign w:val="superscript"/>
        </w:rPr>
        <w:t>2</w:t>
      </w:r>
      <w:r>
        <w:t>2p</w:t>
      </w:r>
      <w:r w:rsidRPr="002F5BDE">
        <w:rPr>
          <w:vertAlign w:val="superscript"/>
        </w:rPr>
        <w:t>6</w:t>
      </w:r>
      <w:r>
        <w:t>3s</w:t>
      </w:r>
      <w:r w:rsidRPr="002F5BDE">
        <w:rPr>
          <w:vertAlign w:val="superscript"/>
        </w:rPr>
        <w:t>2</w:t>
      </w:r>
      <w:r>
        <w:t>3p</w:t>
      </w:r>
      <w:r w:rsidRPr="002F5BDE">
        <w:rPr>
          <w:vertAlign w:val="superscript"/>
        </w:rPr>
        <w:t>1</w:t>
      </w:r>
      <w:r>
        <w:t>4s</w:t>
      </w:r>
      <w:r w:rsidRPr="002F5BDE">
        <w:rPr>
          <w:vertAlign w:val="superscript"/>
        </w:rPr>
        <w:t>2</w:t>
      </w:r>
      <w:r>
        <w:t>3d</w:t>
      </w:r>
      <w:r w:rsidRPr="002F5BDE">
        <w:rPr>
          <w:vertAlign w:val="superscript"/>
        </w:rPr>
        <w:t>14</w:t>
      </w:r>
    </w:p>
    <w:p w14:paraId="13392739" w14:textId="77777777" w:rsidR="002F5BDE" w:rsidRDefault="002F5BDE" w:rsidP="002F5BDE">
      <w:pPr>
        <w:ind w:left="360"/>
      </w:pPr>
    </w:p>
    <w:p w14:paraId="12A262F8" w14:textId="77777777" w:rsidR="002F5BDE" w:rsidRDefault="002F5BDE" w:rsidP="002F5BDE">
      <w:pPr>
        <w:ind w:left="360"/>
      </w:pPr>
    </w:p>
    <w:p w14:paraId="7ABB6C7A" w14:textId="77777777" w:rsidR="002F5BDE" w:rsidRDefault="002F5BDE" w:rsidP="002F5BDE">
      <w:pPr>
        <w:ind w:left="360"/>
      </w:pPr>
    </w:p>
    <w:p w14:paraId="033D80DB" w14:textId="77777777" w:rsidR="002F5BDE" w:rsidRDefault="002F5BDE" w:rsidP="002F5BDE">
      <w:pPr>
        <w:numPr>
          <w:ilvl w:val="0"/>
          <w:numId w:val="4"/>
        </w:numPr>
      </w:pPr>
      <w:r>
        <w:t>Give two examples (i.e. list 2 elements that are examples) of:</w:t>
      </w:r>
    </w:p>
    <w:p w14:paraId="698500D6" w14:textId="77777777" w:rsidR="002F5BDE" w:rsidRDefault="002F5BDE" w:rsidP="002F5BDE">
      <w:pPr>
        <w:ind w:left="720"/>
      </w:pPr>
    </w:p>
    <w:p w14:paraId="2E7E0330" w14:textId="77777777" w:rsidR="002F5BDE" w:rsidRDefault="002F5BDE" w:rsidP="002F5BDE">
      <w:pPr>
        <w:numPr>
          <w:ilvl w:val="1"/>
          <w:numId w:val="4"/>
        </w:numPr>
      </w:pPr>
      <w:r>
        <w:t>an atom with a half-filled subshell</w:t>
      </w:r>
    </w:p>
    <w:p w14:paraId="334D1311" w14:textId="77777777" w:rsidR="002F5BDE" w:rsidRDefault="002F5BDE" w:rsidP="002F5BDE">
      <w:pPr>
        <w:ind w:left="1440"/>
      </w:pPr>
    </w:p>
    <w:p w14:paraId="2EE149B8" w14:textId="77777777" w:rsidR="002F5BDE" w:rsidRDefault="002F5BDE" w:rsidP="002F5BDE">
      <w:pPr>
        <w:numPr>
          <w:ilvl w:val="1"/>
          <w:numId w:val="4"/>
        </w:numPr>
      </w:pPr>
      <w:r>
        <w:t xml:space="preserve">an atom </w:t>
      </w:r>
      <w:r>
        <w:t>with a completely-</w:t>
      </w:r>
      <w:r>
        <w:t>filled outer shell</w:t>
      </w:r>
    </w:p>
    <w:p w14:paraId="13D5E9D1" w14:textId="77777777" w:rsidR="002F5BDE" w:rsidRDefault="002F5BDE" w:rsidP="002F5BDE"/>
    <w:p w14:paraId="1077C5D4" w14:textId="77777777" w:rsidR="002F5BDE" w:rsidRDefault="002F5BDE" w:rsidP="002F5BDE">
      <w:pPr>
        <w:ind w:left="1440"/>
      </w:pPr>
    </w:p>
    <w:p w14:paraId="5DED13C1" w14:textId="77777777" w:rsidR="002F5BDE" w:rsidRDefault="002F5BDE" w:rsidP="002F5BDE">
      <w:pPr>
        <w:numPr>
          <w:ilvl w:val="0"/>
          <w:numId w:val="4"/>
        </w:numPr>
      </w:pPr>
      <w:r>
        <w:t>What are the possible m</w:t>
      </w:r>
      <w:r w:rsidRPr="002F5BDE">
        <w:rPr>
          <w:rFonts w:ascii="Edwardian Script ITC" w:hAnsi="Edwardian Script ITC"/>
          <w:vertAlign w:val="subscript"/>
        </w:rPr>
        <w:t>l</w:t>
      </w:r>
      <w:r>
        <w:t xml:space="preserve"> values for the each of the following types of orbitals?</w:t>
      </w:r>
    </w:p>
    <w:p w14:paraId="6B1BC6BA" w14:textId="77777777" w:rsidR="002F5BDE" w:rsidRDefault="002F5BDE" w:rsidP="002F5BDE">
      <w:pPr>
        <w:ind w:left="720"/>
      </w:pPr>
    </w:p>
    <w:p w14:paraId="23A3B1D4" w14:textId="77777777" w:rsidR="002F5BDE" w:rsidRDefault="002F5BDE" w:rsidP="002F5BDE">
      <w:pPr>
        <w:numPr>
          <w:ilvl w:val="1"/>
          <w:numId w:val="4"/>
        </w:numPr>
      </w:pPr>
      <w:r>
        <w:t>s</w:t>
      </w:r>
    </w:p>
    <w:p w14:paraId="59E9C6FD" w14:textId="77777777" w:rsidR="002F5BDE" w:rsidRDefault="002F5BDE" w:rsidP="002F5BDE">
      <w:pPr>
        <w:ind w:left="1440"/>
      </w:pPr>
    </w:p>
    <w:p w14:paraId="7883C1DB" w14:textId="77777777" w:rsidR="002F5BDE" w:rsidRDefault="002F5BDE" w:rsidP="002F5BDE">
      <w:pPr>
        <w:numPr>
          <w:ilvl w:val="1"/>
          <w:numId w:val="4"/>
        </w:numPr>
      </w:pPr>
      <w:r>
        <w:t>p</w:t>
      </w:r>
    </w:p>
    <w:p w14:paraId="71B0E89D" w14:textId="77777777" w:rsidR="002F5BDE" w:rsidRDefault="002F5BDE" w:rsidP="002F5BDE"/>
    <w:p w14:paraId="2AD8CB31" w14:textId="77777777" w:rsidR="002F5BDE" w:rsidRDefault="002F5BDE" w:rsidP="002F5BDE">
      <w:pPr>
        <w:numPr>
          <w:ilvl w:val="1"/>
          <w:numId w:val="4"/>
        </w:numPr>
      </w:pPr>
      <w:r>
        <w:t>d</w:t>
      </w:r>
    </w:p>
    <w:p w14:paraId="59F7EFE4" w14:textId="77777777" w:rsidR="002F5BDE" w:rsidRDefault="002F5BDE" w:rsidP="002F5BDE"/>
    <w:p w14:paraId="17BAD68C" w14:textId="77777777" w:rsidR="002F5BDE" w:rsidRDefault="002F5BDE" w:rsidP="002F5BDE">
      <w:pPr>
        <w:numPr>
          <w:ilvl w:val="1"/>
          <w:numId w:val="4"/>
        </w:numPr>
      </w:pPr>
      <w:r>
        <w:t>f</w:t>
      </w:r>
    </w:p>
    <w:p w14:paraId="75C56EBB" w14:textId="77777777" w:rsidR="002F5BDE" w:rsidRDefault="002F5BDE" w:rsidP="002F5BDE"/>
    <w:p w14:paraId="3235ECC7" w14:textId="77777777" w:rsidR="002F5BDE" w:rsidRDefault="002F5BDE" w:rsidP="002F5BDE">
      <w:pPr>
        <w:ind w:left="720"/>
      </w:pPr>
    </w:p>
    <w:p w14:paraId="59C9570C" w14:textId="77777777" w:rsidR="002F5BDE" w:rsidRDefault="002F5BDE" w:rsidP="002F5BDE">
      <w:pPr>
        <w:numPr>
          <w:ilvl w:val="0"/>
          <w:numId w:val="4"/>
        </w:numPr>
      </w:pPr>
      <w:r>
        <w:lastRenderedPageBreak/>
        <w:t xml:space="preserve">Write the values for the quantum numbers for the </w:t>
      </w:r>
      <w:r w:rsidRPr="002F5BDE">
        <w:rPr>
          <w:b/>
        </w:rPr>
        <w:t>bold</w:t>
      </w:r>
      <w:r>
        <w:t xml:space="preserve"> electron in the following diagrams:</w:t>
      </w:r>
    </w:p>
    <w:p w14:paraId="1C1D4F83" w14:textId="77777777" w:rsidR="002F5BDE" w:rsidRDefault="002F5BDE" w:rsidP="002F5BDE">
      <w:pPr>
        <w:ind w:left="720"/>
      </w:pPr>
    </w:p>
    <w:p w14:paraId="2B801A80" w14:textId="77777777" w:rsidR="002F5BDE" w:rsidRDefault="002F5BDE" w:rsidP="002F5BDE">
      <w:pPr>
        <w:ind w:left="720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6E9DF4" wp14:editId="4CAE6D2F">
                <wp:simplePos x="0" y="0"/>
                <wp:positionH relativeFrom="column">
                  <wp:posOffset>1371600</wp:posOffset>
                </wp:positionH>
                <wp:positionV relativeFrom="paragraph">
                  <wp:posOffset>123190</wp:posOffset>
                </wp:positionV>
                <wp:extent cx="1371600" cy="421640"/>
                <wp:effectExtent l="0" t="0" r="25400" b="3556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640"/>
                          <a:chOff x="4320" y="11588"/>
                          <a:chExt cx="2160" cy="540"/>
                        </a:xfrm>
                      </wpg:grpSpPr>
                      <wps:wsp>
                        <wps:cNvPr id="40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4320" y="11588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A0399C" w14:textId="77777777" w:rsidR="002F5BDE" w:rsidRDefault="002F5BDE" w:rsidP="002F5B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040" y="11588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CF37FC" w14:textId="77777777" w:rsidR="002F5BDE" w:rsidRDefault="002F5BDE" w:rsidP="002F5B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760" y="11588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E9DF4" id="Group 39" o:spid="_x0000_s1026" style="position:absolute;left:0;text-align:left;margin-left:108pt;margin-top:9.7pt;width:108pt;height:33.2pt;z-index:251659264" coordorigin="4320,11588" coordsize="2160,5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">
                <v:rect id="Rectangle 2" o:spid="_x0000_s1027" style="position:absolute;left:4320;top:11588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HGKDwQAA&#10;ANsAAAAPAAAAZHJzL2Rvd25yZXYueG1sRE89b8IwEN0r8R+sQ2IrDhRVkGIQogoqI4SF7Rpfk5T4&#10;HNkOpPx6PFRifHrfy3VvGnEl52vLCibjBARxYXXNpYJTnr3OQfiArLGxTAr+yMN6NXhZYqrtjQ90&#10;PYZSxBD2KSqoQmhTKX1RkUE/ti1x5H6sMxgidKXUDm8x3DRymiTv0mDNsaHClrYVFZdjZxR819MT&#10;3g/5LjGL7C3s+/y3O38qNRr2mw8QgfrwFP+7v7SCWVwf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Rxig8EAAADbAAAADwAAAAAAAAAAAAAAAACXAgAAZHJzL2Rvd25y&#10;ZXYueG1sUEsFBgAAAAAEAAQA9QAAAIUDAAAAAA==&#10;">
                  <v:textbox>
                    <w:txbxContent>
                      <w:p w14:paraId="7EA0399C" w14:textId="77777777" w:rsidR="002F5BDE" w:rsidRDefault="002F5BDE" w:rsidP="002F5BDE"/>
                    </w:txbxContent>
                  </v:textbox>
                </v:rect>
                <v:rect id="Rectangle 3" o:spid="_x0000_s1028" style="position:absolute;left:5040;top:11588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UMcYxAAA&#10;ANsAAAAPAAAAZHJzL2Rvd25yZXYueG1sRI9Ba8JAFITvhf6H5RV6azZakTZmlaJY9KjJpbdn9jVJ&#10;m30bsmuS+utdQehxmJlvmHQ1mkb01LnasoJJFIMgLqyuuVSQZ9uXNxDOI2tsLJOCP3KwWj4+pJho&#10;O/CB+qMvRYCwS1BB5X2bSOmKigy6yLbEwfu2nUEfZFdK3eEQ4KaR0zieS4M1h4UKW1pXVPwez0bB&#10;qZ7meDlkn7F53776/Zj9nL82Sj0/jR8LEJ5G/x++t3dawWwCty/hB8jl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lDHGMQAAADbAAAADwAAAAAAAAAAAAAAAACXAgAAZHJzL2Rv&#10;d25yZXYueG1sUEsFBgAAAAAEAAQA9QAAAIgDAAAAAA==&#10;">
                  <v:textbox>
                    <w:txbxContent>
                      <w:p w14:paraId="18CF37FC" w14:textId="77777777" w:rsidR="002F5BDE" w:rsidRDefault="002F5BDE" w:rsidP="002F5BDE"/>
                    </w:txbxContent>
                  </v:textbox>
                </v:rect>
                <v:rect id="Rectangle 4" o:spid="_x0000_s1029" style="position:absolute;left:5760;top:11588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gllvxAAA&#10;ANsAAAAPAAAAZHJzL2Rvd25yZXYueG1sRI9Ba8JAFITvBf/D8gq9NZumUmp0FVEs9miSS2/P7DNJ&#10;m30bsqtJ/fVuoeBxmJlvmMVqNK24UO8aywpeohgEcWl1w5WCIt89v4NwHllja5kU/JKD1XLysMBU&#10;24EPdMl8JQKEXYoKau+7VEpX1mTQRbYjDt7J9gZ9kH0ldY9DgJtWJnH8Jg02HBZq7GhTU/mTnY2C&#10;Y5MUeD3kH7GZ7V7955h/n7+2Sj09jus5CE+jv4f/23utYJrA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JZb8QAAADbAAAADwAAAAAAAAAAAAAAAACXAgAAZHJzL2Rv&#10;d25yZXYueG1sUEsFBgAAAAAEAAQA9QAAAIgDAAAAAA==&#10;"/>
              </v:group>
            </w:pict>
          </mc:Fallback>
        </mc:AlternateContent>
      </w:r>
      <w:r>
        <w:t>a.  3p</w:t>
      </w:r>
      <w:r>
        <w:t>:</w:t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</w:t>
      </w:r>
      <w:r>
        <w:tab/>
      </w:r>
      <w:proofErr w:type="gramEnd"/>
      <w:r>
        <w:t xml:space="preserve">  c.   4d:</w:t>
      </w:r>
    </w:p>
    <w:p w14:paraId="6C856608" w14:textId="77777777" w:rsidR="002F5BDE" w:rsidRDefault="002F5BDE" w:rsidP="002F5BDE">
      <w:pPr>
        <w:ind w:left="1440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A9F9238" wp14:editId="36B948A2">
                <wp:simplePos x="0" y="0"/>
                <wp:positionH relativeFrom="column">
                  <wp:posOffset>3429000</wp:posOffset>
                </wp:positionH>
                <wp:positionV relativeFrom="paragraph">
                  <wp:posOffset>64135</wp:posOffset>
                </wp:positionV>
                <wp:extent cx="2286000" cy="408940"/>
                <wp:effectExtent l="0" t="50800" r="25400" b="73660"/>
                <wp:wrapNone/>
                <wp:docPr id="2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408940"/>
                          <a:chOff x="8100" y="11852"/>
                          <a:chExt cx="3600" cy="540"/>
                        </a:xfrm>
                      </wpg:grpSpPr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100" y="11852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08DBB" w14:textId="77777777" w:rsidR="002F5BDE" w:rsidRDefault="002F5BDE" w:rsidP="002F5BDE"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820" y="11852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87676E" w14:textId="77777777" w:rsidR="002F5BDE" w:rsidRDefault="002F5BDE" w:rsidP="002F5B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540" y="11852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783FDB" w14:textId="77777777" w:rsidR="002F5BDE" w:rsidRDefault="002F5BDE" w:rsidP="002F5B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260" y="11852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3599E8" w14:textId="77777777" w:rsidR="002F5BDE" w:rsidRDefault="002F5BDE" w:rsidP="002F5B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980" y="11852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657533" w14:textId="77777777" w:rsidR="002F5BDE" w:rsidRDefault="002F5BDE" w:rsidP="002F5B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3"/>
                        <wps:cNvCnPr/>
                        <wps:spPr bwMode="auto">
                          <a:xfrm>
                            <a:off x="8640" y="11852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5"/>
                        <wps:cNvCnPr/>
                        <wps:spPr bwMode="auto">
                          <a:xfrm flipV="1">
                            <a:off x="828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6"/>
                        <wps:cNvCnPr/>
                        <wps:spPr bwMode="auto">
                          <a:xfrm flipV="1">
                            <a:off x="900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7"/>
                        <wps:cNvCnPr/>
                        <wps:spPr bwMode="auto">
                          <a:xfrm flipV="1">
                            <a:off x="1044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8"/>
                        <wps:cNvCnPr/>
                        <wps:spPr bwMode="auto">
                          <a:xfrm flipV="1">
                            <a:off x="972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9"/>
                        <wps:cNvCnPr/>
                        <wps:spPr bwMode="auto">
                          <a:xfrm flipV="1">
                            <a:off x="1116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/>
                        <wps:spPr bwMode="auto">
                          <a:xfrm>
                            <a:off x="918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5"/>
                        <wps:cNvCnPr/>
                        <wps:spPr bwMode="auto">
                          <a:xfrm>
                            <a:off x="990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6"/>
                        <wps:cNvCnPr/>
                        <wps:spPr bwMode="auto">
                          <a:xfrm>
                            <a:off x="1062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7"/>
                        <wps:cNvCnPr/>
                        <wps:spPr bwMode="auto">
                          <a:xfrm>
                            <a:off x="11340" y="1185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F9238" id="Group 43" o:spid="_x0000_s1030" style="position:absolute;left:0;text-align:left;margin-left:270pt;margin-top:5.05pt;width:180pt;height:32.2pt;z-index:251664384" coordorigin="8100,11852" coordsize="3600,5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">
                <v:rect id="Rectangle 8" o:spid="_x0000_s1031" style="position:absolute;left:8100;top:1185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+IEgxAAA&#10;ANsAAAAPAAAAZHJzL2Rvd25yZXYueG1sRI9Ba8JAFITvBf/D8gq9NZumUmp0FVEs9miSS2/P7DNJ&#10;m30bsqtJ/fVuoeBxmJlvmMVqNK24UO8aywpeohgEcWl1w5WCIt89v4NwHllja5kU/JKD1XLysMBU&#10;24EPdMl8JQKEXYoKau+7VEpX1mTQRbYjDt7J9gZ9kH0ldY9DgJtWJnH8Jg02HBZq7GhTU/mTnY2C&#10;Y5MUeD3kH7GZ7V7955h/n7+2Sj09jus5CE+jv4f/23utIJnC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/iBIMQAAADbAAAADwAAAAAAAAAAAAAAAACXAgAAZHJzL2Rv&#10;d25yZXYueG1sUEsFBgAAAAAEAAQA9QAAAIgDAAAAAA==&#10;">
                  <v:textbox>
                    <w:txbxContent>
                      <w:p w14:paraId="7DE08DBB" w14:textId="77777777" w:rsidR="002F5BDE" w:rsidRDefault="002F5BDE" w:rsidP="002F5BDE">
                        <w:r>
                          <w:t xml:space="preserve">   </w:t>
                        </w:r>
                      </w:p>
                    </w:txbxContent>
                  </v:textbox>
                </v:rect>
                <v:rect id="Rectangle 9" o:spid="_x0000_s1032" style="position:absolute;left:8820;top:1185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tCS7xAAA&#10;ANsAAAAPAAAAZHJzL2Rvd25yZXYueG1sRI9Ba8JAFITvBf/D8gq9NZumWGp0FVEs9miSS2/P7DNJ&#10;m30bsqtJ/fVuoeBxmJlvmMVqNK24UO8aywpeohgEcWl1w5WCIt89v4NwHllja5kU/JKD1XLysMBU&#10;24EPdMl8JQKEXYoKau+7VEpX1mTQRbYjDt7J9gZ9kH0ldY9DgJtWJnH8Jg02HBZq7GhTU/mTnY2C&#10;Y5MUeD3kH7GZ7V7955h/n7+2Sj09jus5CE+jv4f/23utIJnC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LQku8QAAADbAAAADwAAAAAAAAAAAAAAAACXAgAAZHJzL2Rv&#10;d25yZXYueG1sUEsFBgAAAAAEAAQA9QAAAIgDAAAAAA==&#10;">
                  <v:textbox>
                    <w:txbxContent>
                      <w:p w14:paraId="5E87676E" w14:textId="77777777" w:rsidR="002F5BDE" w:rsidRDefault="002F5BDE" w:rsidP="002F5BDE"/>
                    </w:txbxContent>
                  </v:textbox>
                </v:rect>
                <v:rect id="Rectangle 10" o:spid="_x0000_s1033" style="position:absolute;left:9540;top:1185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ZrrMwgAA&#10;ANsAAAAPAAAAZHJzL2Rvd25yZXYueG1sRI9Bi8IwFITvgv8hPMGbplYQ7RpFXFz0qPXi7W3ztu3a&#10;vJQmavXXG0HwOMzMN8x82ZpKXKlxpWUFo2EEgjizuuRcwTHdDKYgnEfWWFkmBXdysFx0O3NMtL3x&#10;nq4Hn4sAYZeggsL7OpHSZQUZdENbEwfvzzYGfZBNLnWDtwA3lYyjaCINlhwWCqxpXVB2PlyMgt8y&#10;PuJjn/5EZrYZ+12b/l9O30r1e+3qC4Sn1n/C7/ZWK4gn8PoSfo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RmuszCAAAA2wAAAA8AAAAAAAAAAAAAAAAAlwIAAGRycy9kb3du&#10;cmV2LnhtbFBLBQYAAAAABAAEAPUAAACGAwAAAAA=&#10;">
                  <v:textbox>
                    <w:txbxContent>
                      <w:p w14:paraId="5B783FDB" w14:textId="77777777" w:rsidR="002F5BDE" w:rsidRDefault="002F5BDE" w:rsidP="002F5BDE"/>
                    </w:txbxContent>
                  </v:textbox>
                </v:rect>
                <v:rect id="Rectangle 11" o:spid="_x0000_s1034" style="position:absolute;left:10260;top:1185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Kh9XxAAA&#10;ANsAAAAPAAAAZHJzL2Rvd25yZXYueG1sRI9Ba8JAFITvBf/D8gq9NZumYGt0FVEs9miSS2/P7DNJ&#10;m30bsqtJ/fVuoeBxmJlvmMVqNK24UO8aywpeohgEcWl1w5WCIt89v4NwHllja5kU/JKD1XLysMBU&#10;24EPdMl8JQKEXYoKau+7VEpX1mTQRbYjDt7J9gZ9kH0ldY9DgJtWJnE8lQYbDgs1drSpqfzJzkbB&#10;sUkKvB7yj9jMdq/+c8y/z19bpZ4ex/UchKfR38P/7b1WkLzB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yofV8QAAADbAAAADwAAAAAAAAAAAAAAAACXAgAAZHJzL2Rv&#10;d25yZXYueG1sUEsFBgAAAAAEAAQA9QAAAIgDAAAAAA==&#10;">
                  <v:textbox>
                    <w:txbxContent>
                      <w:p w14:paraId="5A3599E8" w14:textId="77777777" w:rsidR="002F5BDE" w:rsidRDefault="002F5BDE" w:rsidP="002F5BDE"/>
                    </w:txbxContent>
                  </v:textbox>
                </v:rect>
                <v:rect id="Rectangle 12" o:spid="_x0000_s1035" style="position:absolute;left:10980;top:1185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tYslvwAA&#10;ANsAAAAPAAAAZHJzL2Rvd25yZXYueG1sRE9Nr8FAFN2/xH+YXIndM1WJPGWIEMKS2thdnastnTtN&#10;Z1B+vVlI3vLkfE/nranEgxpXWlYw6EcgiDOrS84VHNP17x8I55E1VpZJwYsczGednykm2j55T4+D&#10;z0UIYZeggsL7OpHSZQUZdH1bEwfuYhuDPsAml7rBZwg3lYyjaCQNlhwaCqxpWVB2O9yNgnMZH/G9&#10;TzeRGa+Hftem1/tppVSv2y4mIDy1/l/8dW+1gjiMDV/CD5Cz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q1iyW/AAAA2wAAAA8AAAAAAAAAAAAAAAAAlwIAAGRycy9kb3ducmV2&#10;LnhtbFBLBQYAAAAABAAEAPUAAACDAwAAAAA=&#10;">
                  <v:textbox>
                    <w:txbxContent>
                      <w:p w14:paraId="1D657533" w14:textId="77777777" w:rsidR="002F5BDE" w:rsidRDefault="002F5BDE" w:rsidP="002F5BDE"/>
                    </w:txbxContent>
                  </v:textbox>
                </v:rect>
                <v:line id="Line 13" o:spid="_x0000_s1036" style="position:absolute;visibility:visible;mso-wrap-style:square" from="8640,11852" to="8640,123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BrWFMEAAADbAAAADwAAAGRycy9kb3ducmV2LnhtbESPQYvCMBSE7wv+h/CEva2pHlatRlFB&#10;EBYPVcHrs3m2xealJNHWf78RBI/DzHzDzJedqcWDnK8sKxgOEhDEudUVFwpOx+3PBIQPyBpry6Tg&#10;SR6Wi97XHFNtW87ocQiFiBD2KSooQ2hSKX1ekkE/sA1x9K7WGQxRukJqh22Em1qOkuRXGqw4LpTY&#10;0Kak/Ha4GwXrfZM99WXsk815PDl2rdMZ/in13e9WMxCBuvAJv9s7rWA0hdeX+APk4h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0GtYUwQAAANsAAAAPAAAAAAAAAAAAAAAA&#10;AKECAABkcnMvZG93bnJldi54bWxQSwUGAAAAAAQABAD5AAAAjwMAAAAA&#10;" strokeweight="3pt">
                  <v:stroke endarrow="block"/>
                </v:line>
                <v:line id="Line 25" o:spid="_x0000_s1037" style="position:absolute;flip:y;visibility:visible;mso-wrap-style:square" from="8280,11852" to="828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26" o:spid="_x0000_s1038" style="position:absolute;flip:y;visibility:visible;mso-wrap-style:square" from="9000,11852" to="900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line id="Line 27" o:spid="_x0000_s1039" style="position:absolute;flip:y;visibility:visible;mso-wrap-style:square" from="10440,11852" to="1044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</v:line>
                <v:line id="Line 28" o:spid="_x0000_s1040" style="position:absolute;flip:y;visibility:visible;mso-wrap-style:square" from="9720,11852" to="972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HhKZcQAAADbAAAADwAAAGRycy9kb3ducmV2LnhtbESPT2vCQBDF70K/wzIFL6FuNFBs6iqt&#10;f6BQPJj20OOQnSah2dmQHTV++64geHy8eb83b7EaXKtO1IfGs4HpJAVFXHrbcGXg+2v3NAcVBNli&#10;65kMXCjAavkwWmBu/ZkPdCqkUhHCIUcDtUiXax3KmhyGie+Io/fre4cSZV9p2+M5wl2rZ2n6rB02&#10;HBtq7GhdU/lXHF18Y7fnTZYl704nyQttf+Qz1WLM+HF4ewUlNMj9+Jb+sAayDK5bIgD08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EeEplxAAAANsAAAAPAAAAAAAAAAAA&#10;AAAAAKECAABkcnMvZG93bnJldi54bWxQSwUGAAAAAAQABAD5AAAAkgMAAAAA&#10;">
                  <v:stroke endarrow="block"/>
                </v:line>
                <v:line id="Line 29" o:spid="_x0000_s1041" style="position:absolute;flip:y;visibility:visible;mso-wrap-style:square" from="11160,11852" to="1116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5HSEc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ayF7hviQDQi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5HSEcUAAADbAAAADwAAAAAAAAAA&#10;AAAAAAChAgAAZHJzL2Rvd25yZXYueG1sUEsFBgAAAAAEAAQA+QAAAJMDAAAAAA==&#10;">
                  <v:stroke endarrow="block"/>
                </v:line>
                <v:line id="Line 34" o:spid="_x0000_s1042" style="position:absolute;visibility:visible;mso-wrap-style:square" from="9180,11852" to="918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35" o:spid="_x0000_s1043" style="position:absolute;visibility:visible;mso-wrap-style:square" from="9900,11852" to="990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36" o:spid="_x0000_s1044" style="position:absolute;visibility:visible;mso-wrap-style:square" from="10620,11852" to="1062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37" o:spid="_x0000_s1045" style="position:absolute;visibility:visible;mso-wrap-style:square" from="11340,11852" to="11340,122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2443F7" wp14:editId="7350681E">
                <wp:simplePos x="0" y="0"/>
                <wp:positionH relativeFrom="column">
                  <wp:posOffset>1485900</wp:posOffset>
                </wp:positionH>
                <wp:positionV relativeFrom="paragraph">
                  <wp:posOffset>635</wp:posOffset>
                </wp:positionV>
                <wp:extent cx="962025" cy="289560"/>
                <wp:effectExtent l="57150" t="29210" r="85725" b="24130"/>
                <wp:wrapNone/>
                <wp:docPr id="1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025" cy="289560"/>
                          <a:chOff x="4500" y="11672"/>
                          <a:chExt cx="1440" cy="456"/>
                        </a:xfrm>
                      </wpg:grpSpPr>
                      <wps:wsp>
                        <wps:cNvPr id="18" name="Line 5"/>
                        <wps:cNvCnPr/>
                        <wps:spPr bwMode="auto">
                          <a:xfrm flipV="1">
                            <a:off x="5940" y="11672"/>
                            <a:ext cx="0" cy="45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 flipV="1">
                            <a:off x="4500" y="1167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4680" y="1167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/>
                        <wps:spPr bwMode="auto">
                          <a:xfrm flipV="1">
                            <a:off x="5220" y="1167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5400" y="1167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7D777" id="Group 40" o:spid="_x0000_s1026" style="position:absolute;margin-left:117pt;margin-top:.05pt;width:75.75pt;height:22.8pt;z-index:251662336" coordorigin="4500,11672" coordsize="1440,45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">
                <v:line id="Line 5" o:spid="_x0000_s1027" style="position:absolute;flip:y;visibility:visible;mso-wrap-style:square" from="5940,11672" to="5940,121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A/FA8QAAADbAAAADwAAAGRycy9kb3ducmV2LnhtbESPQU/DMAyF75P4D5GRuEwsBcY0ytIK&#10;IVXihrbBYTcrMW1F45QkdOXf4wMSN1vv+b3Pu3r2g5oopj6wgZtVAYrYBtdza+Dt2FxvQaWM7HAI&#10;TAZ+KEFdXSx2WLpw5j1Nh9wqCeFUooEu57HUOtmOPKZVGIlF+wjRY5Y1ttpFPEu4H/RtUWy0x56l&#10;ocORnjuyn4dvb+Cr2fj4GpoJT0t/t36w6f7dJmOuLuenR1CZ5vxv/rt+cYIvsPKLDKCr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D8UDxAAAANsAAAAPAAAAAAAAAAAA&#10;AAAAAKECAABkcnMvZG93bnJldi54bWxQSwUGAAAAAAQABAD5AAAAkgMAAAAA&#10;" strokeweight="3pt">
                  <v:stroke endarrow="block"/>
                </v:line>
                <v:line id="Line 20" o:spid="_x0000_s1028" style="position:absolute;flip:y;visibility:visible;mso-wrap-style:square" from="4500,11672" to="4500,1203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line id="Line 21" o:spid="_x0000_s1029" style="position:absolute;visibility:visible;mso-wrap-style:square" from="4680,11672" to="4680,1203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22" o:spid="_x0000_s1030" style="position:absolute;flip:y;visibility:visible;mso-wrap-style:square" from="5220,11672" to="5220,1203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23" o:spid="_x0000_s1031" style="position:absolute;visibility:visible;mso-wrap-style:square" from="5400,11672" to="5400,1203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14:paraId="54A83053" w14:textId="77777777" w:rsidR="002F5BDE" w:rsidRDefault="002F5BDE" w:rsidP="002F5BDE">
      <w:pPr>
        <w:ind w:left="1440"/>
      </w:pPr>
    </w:p>
    <w:p w14:paraId="5352BDE3" w14:textId="77777777" w:rsidR="002F5BDE" w:rsidRDefault="002F5BDE" w:rsidP="002F5BDE">
      <w:pPr>
        <w:ind w:left="1440"/>
      </w:pPr>
    </w:p>
    <w:p w14:paraId="284B9039" w14:textId="77777777" w:rsidR="002F5BDE" w:rsidRDefault="002F5BDE" w:rsidP="002F5BDE">
      <w:pPr>
        <w:ind w:left="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C74E41" wp14:editId="7F11F5C4">
                <wp:simplePos x="0" y="0"/>
                <wp:positionH relativeFrom="column">
                  <wp:posOffset>1714500</wp:posOffset>
                </wp:positionH>
                <wp:positionV relativeFrom="paragraph">
                  <wp:posOffset>142875</wp:posOffset>
                </wp:positionV>
                <wp:extent cx="0" cy="342900"/>
                <wp:effectExtent l="127000" t="0" r="76200" b="63500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E54DD" id="Line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1.25pt" to="135pt,38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" strokeweight="3pt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0E5E74" wp14:editId="154A8AE5">
                <wp:simplePos x="0" y="0"/>
                <wp:positionH relativeFrom="column">
                  <wp:posOffset>1371600</wp:posOffset>
                </wp:positionH>
                <wp:positionV relativeFrom="paragraph">
                  <wp:posOffset>64770</wp:posOffset>
                </wp:positionV>
                <wp:extent cx="457200" cy="421640"/>
                <wp:effectExtent l="0" t="0" r="25400" b="35560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82314" w14:textId="77777777" w:rsidR="002F5BDE" w:rsidRDefault="002F5BDE" w:rsidP="002F5B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E5E74" id="Rectangle 6" o:spid="_x0000_s1046" style="position:absolute;left:0;text-align:left;margin-left:108pt;margin-top:5.1pt;width:36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">
                <v:textbox>
                  <w:txbxContent>
                    <w:p w14:paraId="3E682314" w14:textId="77777777" w:rsidR="002F5BDE" w:rsidRDefault="002F5BDE" w:rsidP="002F5BDE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F2551" wp14:editId="2B07821F">
                <wp:simplePos x="0" y="0"/>
                <wp:positionH relativeFrom="column">
                  <wp:posOffset>1485900</wp:posOffset>
                </wp:positionH>
                <wp:positionV relativeFrom="paragraph">
                  <wp:posOffset>107315</wp:posOffset>
                </wp:positionV>
                <wp:extent cx="0" cy="228600"/>
                <wp:effectExtent l="57150" t="21590" r="57150" b="6985"/>
                <wp:wrapNone/>
                <wp:docPr id="1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F0EC1" id="Line 2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8.45pt" to="117pt,26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">
                <v:stroke endarrow="block"/>
              </v:line>
            </w:pict>
          </mc:Fallback>
        </mc:AlternateContent>
      </w:r>
      <w:r>
        <w:t>b. 5s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d. </w:t>
      </w:r>
      <w:r>
        <w:t>3d:</w:t>
      </w:r>
    </w:p>
    <w:p w14:paraId="75E89D9D" w14:textId="77777777" w:rsidR="002F5BDE" w:rsidRDefault="002F5BDE" w:rsidP="002F5BDE">
      <w:pPr>
        <w:ind w:left="720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17B61A" wp14:editId="5AB1F14A">
                <wp:simplePos x="0" y="0"/>
                <wp:positionH relativeFrom="column">
                  <wp:posOffset>3429000</wp:posOffset>
                </wp:positionH>
                <wp:positionV relativeFrom="paragraph">
                  <wp:posOffset>107315</wp:posOffset>
                </wp:positionV>
                <wp:extent cx="2286000" cy="535940"/>
                <wp:effectExtent l="0" t="50800" r="25400" b="22860"/>
                <wp:wrapNone/>
                <wp:docPr id="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535940"/>
                          <a:chOff x="7920" y="12932"/>
                          <a:chExt cx="3600" cy="540"/>
                        </a:xfrm>
                      </wpg:grpSpPr>
                      <wpg:grpSp>
                        <wpg:cNvPr id="2" name="Group 41"/>
                        <wpg:cNvGrpSpPr>
                          <a:grpSpLocks/>
                        </wpg:cNvGrpSpPr>
                        <wpg:grpSpPr bwMode="auto">
                          <a:xfrm>
                            <a:off x="7920" y="12932"/>
                            <a:ext cx="3600" cy="540"/>
                            <a:chOff x="7920" y="12932"/>
                            <a:chExt cx="3600" cy="540"/>
                          </a:xfrm>
                        </wpg:grpSpPr>
                        <wps:wsp>
                          <wps:cNvPr id="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0" y="12932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02603C" w14:textId="77777777" w:rsidR="002F5BDE" w:rsidRDefault="002F5BDE" w:rsidP="002F5BD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640" y="12932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3AB6BA" w14:textId="77777777" w:rsidR="002F5BDE" w:rsidRDefault="002F5BDE" w:rsidP="002F5BD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0" y="12932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814C91" w14:textId="77777777" w:rsidR="002F5BDE" w:rsidRDefault="002F5BDE" w:rsidP="002F5BDE">
                                <w:r>
                                  <w:t xml:space="preserve">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80" y="12932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E162C6" w14:textId="77777777" w:rsidR="002F5BDE" w:rsidRDefault="002F5BDE" w:rsidP="002F5BD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2932"/>
                              <a:ext cx="7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9CE8EC" w14:textId="77777777" w:rsidR="002F5BDE" w:rsidRDefault="002F5BDE" w:rsidP="002F5BD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Line 19"/>
                        <wps:cNvCnPr/>
                        <wps:spPr bwMode="auto">
                          <a:xfrm flipV="1">
                            <a:off x="9540" y="12932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0"/>
                        <wps:cNvCnPr/>
                        <wps:spPr bwMode="auto">
                          <a:xfrm flipV="1">
                            <a:off x="8100" y="1293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1"/>
                        <wps:cNvCnPr/>
                        <wps:spPr bwMode="auto">
                          <a:xfrm flipV="1">
                            <a:off x="8820" y="1293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2"/>
                        <wps:cNvCnPr/>
                        <wps:spPr bwMode="auto">
                          <a:xfrm flipV="1">
                            <a:off x="10260" y="1293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3"/>
                        <wps:cNvCnPr/>
                        <wps:spPr bwMode="auto">
                          <a:xfrm flipV="1">
                            <a:off x="10980" y="1293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8"/>
                        <wps:cNvCnPr/>
                        <wps:spPr bwMode="auto">
                          <a:xfrm>
                            <a:off x="8280" y="1293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7B61A" id="Group 42" o:spid="_x0000_s1047" style="position:absolute;left:0;text-align:left;margin-left:270pt;margin-top:8.45pt;width:180pt;height:42.2pt;z-index:251665408" coordorigin="7920,12932" coordsize="3600,5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">
                <v:group id="Group 41" o:spid="_x0000_s1048" style="position:absolute;left:7920;top:12932;width:3600;height:540" coordorigin="7920,12932" coordsize="3600,5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rect id="Rectangle 14" o:spid="_x0000_s1049" style="position:absolute;left:7920;top:1293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1W32wwAA&#10;ANoAAAAPAAAAZHJzL2Rvd25yZXYueG1sRI9Ba8JAFITvgv9heYXezKYRSk1dQ1GU9hiTi7fX7DOJ&#10;zb4N2dWk/fXdQsHjMDPfMOtsMp240eBaywqeohgEcWV1y7WCstgvXkA4j6yxs0wKvslBtpnP1phq&#10;O3JOt6OvRYCwS1FB432fSumqhgy6yPbEwTvbwaAPcqilHnAMcNPJJI6fpcGWw0KDPW0bqr6OV6Pg&#10;s01K/MmLQ2xW+6X/mIrL9bRT6vFhensF4Wny9/B/+10rWMLflXAD5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1W32wwAAANoAAAAPAAAAAAAAAAAAAAAAAJcCAABkcnMvZG93&#10;bnJldi54bWxQSwUGAAAAAAQABAD1AAAAhwMAAAAA&#10;">
                    <v:textbox>
                      <w:txbxContent>
                        <w:p w14:paraId="4702603C" w14:textId="77777777" w:rsidR="002F5BDE" w:rsidRDefault="002F5BDE" w:rsidP="002F5BDE"/>
                      </w:txbxContent>
                    </v:textbox>
                  </v:rect>
                  <v:rect id="Rectangle 15" o:spid="_x0000_s1050" style="position:absolute;left:8640;top:1293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PPWCwgAA&#10;ANoAAAAPAAAAZHJzL2Rvd25yZXYueG1sRI9Pi8IwFMTvC36H8ARva+ofRKtRZBcXPWq9eHs2z7ba&#10;vJQmatdPbwTB4zAzv2Fmi8aU4ka1Kywr6HUjEMSp1QVnCvbJ6nsMwnlkjaVlUvBPDhbz1tcMY23v&#10;vKXbzmciQNjFqCD3voqldGlOBl3XVsTBO9naoA+yzqSu8R7gppT9KBpJgwWHhRwr+skpveyuRsGx&#10;6O/xsU3+IjNZDfymSc7Xw69SnXaznILw1PhP+N1eawVDeF0JN0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E89YLCAAAA2gAAAA8AAAAAAAAAAAAAAAAAlwIAAGRycy9kb3du&#10;cmV2LnhtbFBLBQYAAAAABAAEAPUAAACGAwAAAAA=&#10;">
                    <v:textbox>
                      <w:txbxContent>
                        <w:p w14:paraId="4F3AB6BA" w14:textId="77777777" w:rsidR="002F5BDE" w:rsidRDefault="002F5BDE" w:rsidP="002F5BDE"/>
                      </w:txbxContent>
                    </v:textbox>
                  </v:rect>
                  <v:rect id="Rectangle 16" o:spid="_x0000_s1051" style="position:absolute;left:9360;top:1293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cFAZwQAA&#10;ANoAAAAPAAAAZHJzL2Rvd25yZXYueG1sRI9Bi8IwFITvC/6H8ARva6qiaDWK7OKiR60Xb8/m2Vab&#10;l9JE7frrjSB4HGbmG2a2aEwpblS7wrKCXjcCQZxaXXCmYJ+svscgnEfWWFomBf/kYDFvfc0w1vbO&#10;W7rtfCYChF2MCnLvq1hKl+Zk0HVtRRy8k60N+iDrTOoa7wFuStmPopE0WHBYyLGin5zSy+5qFByL&#10;/h4f2+QvMpPVwG+a5Hw9/CrVaTfLKQhPjf+E3+21VjCE15VwA+T8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nBQGcEAAADaAAAADwAAAAAAAAAAAAAAAACXAgAAZHJzL2Rvd25y&#10;ZXYueG1sUEsFBgAAAAAEAAQA9QAAAIUDAAAAAA==&#10;">
                    <v:textbox>
                      <w:txbxContent>
                        <w:p w14:paraId="5B814C91" w14:textId="77777777" w:rsidR="002F5BDE" w:rsidRDefault="002F5BDE" w:rsidP="002F5BDE">
                          <w:r>
                            <w:t xml:space="preserve">    </w:t>
                          </w:r>
                        </w:p>
                      </w:txbxContent>
                    </v:textbox>
                  </v:rect>
                  <v:rect id="Rectangle 17" o:spid="_x0000_s1052" style="position:absolute;left:10080;top:1293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os5uwwAA&#10;ANoAAAAPAAAAZHJzL2Rvd25yZXYueG1sRI9Ba8JAFITvBf/D8gremk0VQk1dRRSlHmNy8faafSbR&#10;7NuQXTX113cLBY/DzHzDzJeDacWNetdYVvAexSCIS6sbrhQU+fbtA4TzyBpby6TghxwsF6OXOaba&#10;3jmj28FXIkDYpaig9r5LpXRlTQZdZDvi4J1sb9AH2VdS93gPcNPKSRwn0mDDYaHGjtY1lZfD1Sj4&#10;biYFPrJ8F5vZdur3Q36+HjdKjV+H1ScIT4N/hv/bX1pBAn9Xwg2Qi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os5uwwAAANoAAAAPAAAAAAAAAAAAAAAAAJcCAABkcnMvZG93&#10;bnJldi54bWxQSwUGAAAAAAQABAD1AAAAhwMAAAAA&#10;">
                    <v:textbox>
                      <w:txbxContent>
                        <w:p w14:paraId="1AE162C6" w14:textId="77777777" w:rsidR="002F5BDE" w:rsidRDefault="002F5BDE" w:rsidP="002F5BDE"/>
                      </w:txbxContent>
                    </v:textbox>
                  </v:rect>
                  <v:rect id="Rectangle 18" o:spid="_x0000_s1053" style="position:absolute;left:10800;top:12932;width:72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7mv1wgAA&#10;ANoAAAAPAAAAZHJzL2Rvd25yZXYueG1sRI9Pi8IwFMTvC36H8ARva6qCf6pRZBcXPWq9eHs2z7ba&#10;vJQmatdPbwTB4zAzv2Fmi8aU4ka1Kywr6HUjEMSp1QVnCvbJ6nsMwnlkjaVlUvBPDhbz1tcMY23v&#10;vKXbzmciQNjFqCD3voqldGlOBl3XVsTBO9naoA+yzqSu8R7gppT9KBpKgwWHhRwr+skpveyuRsGx&#10;6O/xsU3+IjNZDfymSc7Xw69SnXaznILw1PhP+N1eawUjeF0JN0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Hua/XCAAAA2gAAAA8AAAAAAAAAAAAAAAAAlwIAAGRycy9kb3du&#10;cmV2LnhtbFBLBQYAAAAABAAEAPUAAACGAwAAAAA=&#10;">
                    <v:textbox>
                      <w:txbxContent>
                        <w:p w14:paraId="639CE8EC" w14:textId="77777777" w:rsidR="002F5BDE" w:rsidRDefault="002F5BDE" w:rsidP="002F5BDE"/>
                      </w:txbxContent>
                    </v:textbox>
                  </v:rect>
                </v:group>
                <v:line id="Line 19" o:spid="_x0000_s1054" style="position:absolute;flip:y;visibility:visible;mso-wrap-style:square" from="9540,12932" to="9540,134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MXrZ8AAAADaAAAADwAAAGRycy9kb3ducmV2LnhtbERPu2rDMBTdA/0HcQtdQiKnTULiRjal&#10;YOhW8hqyXaQb29S6ciTVcf++GgodD+e9K0fbiYF8aB0rWMwzEMTamZZrBadjNduACBHZYOeYFPxQ&#10;gLJ4mOwwN+7OexoOsRYphEOOCpoY+1zKoBuyGOauJ07c1XmLMUFfS+PxnsJtJ5+zbC0ttpwaGuzp&#10;vSH9dfi2Cm7V2vpPVw14mdqX5VaH1VkHpZ4ex7dXEJHG+C/+c38YBWlrupJugCx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DF62fAAAAA2gAAAA8AAAAAAAAAAAAAAAAA&#10;oQIAAGRycy9kb3ducmV2LnhtbFBLBQYAAAAABAAEAPkAAACOAwAAAAA=&#10;" strokeweight="3pt">
                  <v:stroke endarrow="block"/>
                </v:line>
                <v:line id="Line 30" o:spid="_x0000_s1055" style="position:absolute;flip:y;visibility:visible;mso-wrap-style:square" from="8100,12932" to="8100,132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Line 31" o:spid="_x0000_s1056" style="position:absolute;flip:y;visibility:visible;mso-wrap-style:square" from="8820,12932" to="8820,132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32" o:spid="_x0000_s1057" style="position:absolute;flip:y;visibility:visible;mso-wrap-style:square" from="10260,12932" to="10260,132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33" o:spid="_x0000_s1058" style="position:absolute;flip:y;visibility:visible;mso-wrap-style:square" from="10980,12932" to="10980,132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38" o:spid="_x0000_s1059" style="position:absolute;visibility:visible;mso-wrap-style:square" from="8280,12932" to="8280,132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</v:group>
            </w:pict>
          </mc:Fallback>
        </mc:AlternateContent>
      </w:r>
    </w:p>
    <w:p w14:paraId="77F3981A" w14:textId="77777777" w:rsidR="002F5BDE" w:rsidRDefault="002F5BDE" w:rsidP="002F5BDE"/>
    <w:p w14:paraId="571F1840" w14:textId="77777777" w:rsidR="00411592" w:rsidRDefault="00411592" w:rsidP="00411592">
      <w:pPr>
        <w:spacing w:line="276" w:lineRule="auto"/>
      </w:pPr>
    </w:p>
    <w:p w14:paraId="5EF2445D" w14:textId="77777777" w:rsidR="002F5BDE" w:rsidRDefault="002F5BDE" w:rsidP="00411592">
      <w:pPr>
        <w:spacing w:line="276" w:lineRule="auto"/>
      </w:pPr>
    </w:p>
    <w:p w14:paraId="0F3579F5" w14:textId="77777777" w:rsidR="002F5BDE" w:rsidRDefault="002F5BDE" w:rsidP="00411592">
      <w:pPr>
        <w:spacing w:line="276" w:lineRule="auto"/>
      </w:pPr>
    </w:p>
    <w:p w14:paraId="11945B23" w14:textId="77777777" w:rsidR="002F5BDE" w:rsidRDefault="002F5BDE" w:rsidP="00411592">
      <w:pPr>
        <w:spacing w:line="276" w:lineRule="auto"/>
      </w:pPr>
    </w:p>
    <w:p w14:paraId="03790ADC" w14:textId="77777777" w:rsidR="002F5BDE" w:rsidRDefault="0022645C" w:rsidP="002F5BDE">
      <w:pPr>
        <w:pStyle w:val="ListParagraph"/>
        <w:numPr>
          <w:ilvl w:val="0"/>
          <w:numId w:val="4"/>
        </w:numPr>
        <w:spacing w:line="276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327BFC42" wp14:editId="59892D6B">
            <wp:simplePos x="0" y="0"/>
            <wp:positionH relativeFrom="column">
              <wp:posOffset>165100</wp:posOffset>
            </wp:positionH>
            <wp:positionV relativeFrom="paragraph">
              <wp:posOffset>213360</wp:posOffset>
            </wp:positionV>
            <wp:extent cx="6595745" cy="4231640"/>
            <wp:effectExtent l="0" t="0" r="8255" b="10160"/>
            <wp:wrapThrough wrapText="bothSides">
              <wp:wrapPolygon edited="0">
                <wp:start x="0" y="0"/>
                <wp:lineTo x="0" y="21522"/>
                <wp:lineTo x="21544" y="21522"/>
                <wp:lineTo x="21544" y="0"/>
                <wp:lineTo x="0" y="0"/>
              </wp:wrapPolygon>
            </wp:wrapThrough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07" t="32764" r="25961" b="22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74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5BDE" w:rsidSect="002F5BDE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27B4A"/>
    <w:multiLevelType w:val="hybridMultilevel"/>
    <w:tmpl w:val="FB9C5C10"/>
    <w:lvl w:ilvl="0" w:tplc="1FCAF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D0DCE"/>
    <w:multiLevelType w:val="hybridMultilevel"/>
    <w:tmpl w:val="C4824E16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3367FD"/>
    <w:multiLevelType w:val="hybridMultilevel"/>
    <w:tmpl w:val="38E637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122A2"/>
    <w:multiLevelType w:val="hybridMultilevel"/>
    <w:tmpl w:val="CB7CD3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DE"/>
    <w:rsid w:val="000F12BF"/>
    <w:rsid w:val="0022645C"/>
    <w:rsid w:val="002F5BDE"/>
    <w:rsid w:val="00411592"/>
    <w:rsid w:val="00E8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68C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F5BD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F5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6</TotalTime>
  <Pages>2</Pages>
  <Words>114</Words>
  <Characters>651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2017-09-29T01:43:00Z</dcterms:created>
  <dcterms:modified xsi:type="dcterms:W3CDTF">2017-09-29T12:49:00Z</dcterms:modified>
</cp:coreProperties>
</file>